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179D5" w14:textId="77777777" w:rsidR="00A877D8" w:rsidRDefault="00A877D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A1BC8D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76F44EC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7FC386" w14:textId="0A42F2A5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F3012">
        <w:rPr>
          <w:rFonts w:ascii="Corbel" w:hAnsi="Corbel"/>
          <w:i/>
          <w:smallCaps/>
          <w:sz w:val="24"/>
          <w:szCs w:val="24"/>
        </w:rPr>
        <w:t>20</w:t>
      </w:r>
      <w:r w:rsidR="00D47521">
        <w:rPr>
          <w:rFonts w:ascii="Corbel" w:hAnsi="Corbel"/>
          <w:i/>
          <w:smallCaps/>
          <w:sz w:val="24"/>
          <w:szCs w:val="24"/>
        </w:rPr>
        <w:t>2</w:t>
      </w:r>
      <w:r w:rsidR="00544120">
        <w:rPr>
          <w:rFonts w:ascii="Corbel" w:hAnsi="Corbel"/>
          <w:i/>
          <w:smallCaps/>
          <w:sz w:val="24"/>
          <w:szCs w:val="24"/>
        </w:rPr>
        <w:t>1</w:t>
      </w:r>
      <w:r w:rsidR="0023203C">
        <w:rPr>
          <w:rFonts w:ascii="Corbel" w:hAnsi="Corbel"/>
          <w:i/>
          <w:smallCaps/>
          <w:sz w:val="24"/>
          <w:szCs w:val="24"/>
        </w:rPr>
        <w:t xml:space="preserve"> - 20</w:t>
      </w:r>
      <w:r w:rsidR="00D47521">
        <w:rPr>
          <w:rFonts w:ascii="Corbel" w:hAnsi="Corbel"/>
          <w:i/>
          <w:smallCaps/>
          <w:sz w:val="24"/>
          <w:szCs w:val="24"/>
        </w:rPr>
        <w:t>2</w:t>
      </w:r>
      <w:r w:rsidR="00544120">
        <w:rPr>
          <w:rFonts w:ascii="Corbel" w:hAnsi="Corbel"/>
          <w:i/>
          <w:smallCaps/>
          <w:sz w:val="24"/>
          <w:szCs w:val="24"/>
        </w:rPr>
        <w:t>4</w:t>
      </w:r>
    </w:p>
    <w:p w14:paraId="0867EB60" w14:textId="229CAD22" w:rsidR="001075BD" w:rsidRDefault="001075BD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54412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544120">
        <w:rPr>
          <w:rFonts w:ascii="Corbel" w:hAnsi="Corbel"/>
          <w:sz w:val="20"/>
          <w:szCs w:val="20"/>
        </w:rPr>
        <w:t>4</w:t>
      </w:r>
    </w:p>
    <w:p w14:paraId="15BD719B" w14:textId="77777777" w:rsidR="00E94EA8" w:rsidRPr="002345B8" w:rsidRDefault="00E94EA8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1FBC15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0E42BA" w14:textId="77777777" w:rsidTr="00B819C8">
        <w:tc>
          <w:tcPr>
            <w:tcW w:w="2694" w:type="dxa"/>
            <w:vAlign w:val="center"/>
          </w:tcPr>
          <w:p w14:paraId="0D9E7402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D52C39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07A1CDA3" w14:textId="77777777" w:rsidTr="00B819C8">
        <w:tc>
          <w:tcPr>
            <w:tcW w:w="2694" w:type="dxa"/>
            <w:vAlign w:val="center"/>
          </w:tcPr>
          <w:p w14:paraId="1922A001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6061164F" w14:textId="77777777" w:rsidR="0085747A" w:rsidRPr="00D90937" w:rsidRDefault="008C29C8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EUB</w:t>
            </w:r>
            <w:proofErr w:type="spellEnd"/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/C-1.13a</w:t>
            </w:r>
          </w:p>
        </w:tc>
      </w:tr>
      <w:tr w:rsidR="00FD6A6B" w:rsidRPr="009C54AE" w14:paraId="79257871" w14:textId="77777777" w:rsidTr="00B819C8">
        <w:tc>
          <w:tcPr>
            <w:tcW w:w="2694" w:type="dxa"/>
            <w:vAlign w:val="center"/>
          </w:tcPr>
          <w:p w14:paraId="655AA022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BE21D9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C8738F" w14:textId="77777777" w:rsidTr="00B819C8">
        <w:tc>
          <w:tcPr>
            <w:tcW w:w="2694" w:type="dxa"/>
            <w:vAlign w:val="center"/>
          </w:tcPr>
          <w:p w14:paraId="2D8A757F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CA5916" w14:textId="77777777" w:rsidR="0085747A" w:rsidRPr="009C54AE" w:rsidRDefault="00E94EA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7B585F7" w14:textId="77777777" w:rsidTr="00B819C8">
        <w:tc>
          <w:tcPr>
            <w:tcW w:w="2694" w:type="dxa"/>
            <w:vAlign w:val="center"/>
          </w:tcPr>
          <w:p w14:paraId="49063B9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291FCC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67A11F6E" w14:textId="77777777" w:rsidTr="00B819C8">
        <w:tc>
          <w:tcPr>
            <w:tcW w:w="2694" w:type="dxa"/>
            <w:vAlign w:val="center"/>
          </w:tcPr>
          <w:p w14:paraId="49E118B1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B7D0E79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94E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459EF97D" w14:textId="77777777" w:rsidTr="00B819C8">
        <w:tc>
          <w:tcPr>
            <w:tcW w:w="2694" w:type="dxa"/>
            <w:vAlign w:val="center"/>
          </w:tcPr>
          <w:p w14:paraId="2B3FB93F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6B26A25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8C02147" w14:textId="77777777" w:rsidTr="00B819C8">
        <w:tc>
          <w:tcPr>
            <w:tcW w:w="2694" w:type="dxa"/>
            <w:vAlign w:val="center"/>
          </w:tcPr>
          <w:p w14:paraId="7ED6076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E6CFD5" w14:textId="32A4E0DB" w:rsidR="00C31C76" w:rsidRPr="00DC5F81" w:rsidRDefault="00DC5F8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C5F8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31C76" w:rsidRPr="009C54AE" w14:paraId="5FA5CDA5" w14:textId="77777777" w:rsidTr="00B819C8">
        <w:tc>
          <w:tcPr>
            <w:tcW w:w="2694" w:type="dxa"/>
            <w:vAlign w:val="center"/>
          </w:tcPr>
          <w:p w14:paraId="7DC9873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554DF" w14:textId="77777777" w:rsidR="00C31C76" w:rsidRPr="009C54AE" w:rsidRDefault="00D1172B" w:rsidP="001756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501684E9" w14:textId="77777777" w:rsidTr="00B819C8">
        <w:tc>
          <w:tcPr>
            <w:tcW w:w="2694" w:type="dxa"/>
            <w:vAlign w:val="center"/>
          </w:tcPr>
          <w:p w14:paraId="76CF1C9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88AB0B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36597EC" w14:textId="77777777" w:rsidTr="00B819C8">
        <w:tc>
          <w:tcPr>
            <w:tcW w:w="2694" w:type="dxa"/>
            <w:vAlign w:val="center"/>
          </w:tcPr>
          <w:p w14:paraId="0AF5B62B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5A39BC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51AFBFD" w14:textId="77777777" w:rsidTr="00B819C8">
        <w:tc>
          <w:tcPr>
            <w:tcW w:w="2694" w:type="dxa"/>
            <w:vAlign w:val="center"/>
          </w:tcPr>
          <w:p w14:paraId="3B81FC2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3E9BF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5DE4F611" w14:textId="77777777" w:rsidTr="00B819C8">
        <w:tc>
          <w:tcPr>
            <w:tcW w:w="2694" w:type="dxa"/>
            <w:vAlign w:val="center"/>
          </w:tcPr>
          <w:p w14:paraId="7741C3D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031262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33C0DA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0888187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81F15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2DFB81E1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DC4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FED7D4C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81B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DAD2" w14:textId="41A3D265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75B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D07E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3CC7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7151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EDC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5584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A1C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5378E6F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5BFF" w14:textId="77777777" w:rsidR="00015B8F" w:rsidRPr="009C54AE" w:rsidRDefault="00EB51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15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0E31" w14:textId="181CC74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7E03" w14:textId="23159EF9" w:rsidR="00015B8F" w:rsidRPr="009C54AE" w:rsidRDefault="001468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3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EE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26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4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2755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4121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A51201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2F08F68A" w14:textId="77777777" w:rsidR="00CD1D5C" w:rsidRPr="005C5ADE" w:rsidRDefault="00CD1D5C" w:rsidP="00CD1D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C5ADE">
        <w:rPr>
          <w:rStyle w:val="normaltextrun"/>
          <w:rFonts w:ascii="Corbel" w:hAnsi="Corbel" w:cs="Segoe UI"/>
        </w:rPr>
        <w:sym w:font="Wingdings" w:char="F0FE"/>
      </w:r>
      <w:r w:rsidRPr="005C5ADE">
        <w:rPr>
          <w:rStyle w:val="normaltextrun"/>
          <w:rFonts w:ascii="Corbel" w:hAnsi="Corbel" w:cs="Segoe UI"/>
        </w:rPr>
        <w:t> </w:t>
      </w:r>
      <w:r w:rsidRPr="005C5ADE">
        <w:rPr>
          <w:rFonts w:ascii="Corbel" w:hAnsi="Corbel"/>
        </w:rPr>
        <w:t>zajęcia w formie tradycyjnej (lub zdalnie z wykorzystaniem platformy Ms </w:t>
      </w:r>
      <w:proofErr w:type="spellStart"/>
      <w:r w:rsidRPr="005C5ADE">
        <w:rPr>
          <w:rStyle w:val="spellingerror"/>
          <w:rFonts w:ascii="Corbel" w:hAnsi="Corbel"/>
        </w:rPr>
        <w:t>Teams</w:t>
      </w:r>
      <w:proofErr w:type="spellEnd"/>
      <w:r w:rsidRPr="005C5ADE">
        <w:rPr>
          <w:rStyle w:val="spellingerror"/>
          <w:rFonts w:ascii="Corbel" w:hAnsi="Corbel"/>
        </w:rPr>
        <w:t>)</w:t>
      </w:r>
      <w:r w:rsidRPr="005C5AD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5E6E47A" w14:textId="77777777" w:rsidR="00CD1D5C" w:rsidRDefault="00CD1D5C" w:rsidP="00CD1D5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0250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E48B7C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05C7CC66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908F2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D905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C72E6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E110FA" w14:textId="77777777" w:rsidTr="00745302">
        <w:tc>
          <w:tcPr>
            <w:tcW w:w="9670" w:type="dxa"/>
          </w:tcPr>
          <w:p w14:paraId="2C4BCC15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F552E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E0CD8D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A684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3C00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2A8C9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DE1FA8" w14:textId="77777777" w:rsidTr="00923D7D">
        <w:tc>
          <w:tcPr>
            <w:tcW w:w="851" w:type="dxa"/>
            <w:vAlign w:val="center"/>
          </w:tcPr>
          <w:p w14:paraId="6D60D013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61B6AD4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BEAF4A3" w14:textId="77777777" w:rsidTr="00923D7D">
        <w:tc>
          <w:tcPr>
            <w:tcW w:w="851" w:type="dxa"/>
            <w:vAlign w:val="center"/>
          </w:tcPr>
          <w:p w14:paraId="6871454C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C7C6992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54B12B4F" w14:textId="77777777" w:rsidTr="00923D7D">
        <w:tc>
          <w:tcPr>
            <w:tcW w:w="851" w:type="dxa"/>
            <w:vAlign w:val="center"/>
          </w:tcPr>
          <w:p w14:paraId="6FB7C896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897053F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2BD765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5A8D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9E1AA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20F9801" w14:textId="77777777" w:rsidTr="004465A4">
        <w:tc>
          <w:tcPr>
            <w:tcW w:w="1560" w:type="dxa"/>
            <w:vAlign w:val="center"/>
          </w:tcPr>
          <w:p w14:paraId="314F1481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41D2779C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94EA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42437C98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2FE8BF2F" w14:textId="77777777" w:rsidTr="004465A4">
        <w:tc>
          <w:tcPr>
            <w:tcW w:w="1560" w:type="dxa"/>
          </w:tcPr>
          <w:p w14:paraId="1B472E77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14CE4561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8484BEA" w14:textId="77777777" w:rsidR="00E70B36" w:rsidRDefault="00E70B36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18953A42" w14:textId="77777777" w:rsidR="00681A29" w:rsidRPr="00681A29" w:rsidRDefault="00681A29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49FF815E" w14:textId="77777777" w:rsidTr="004465A4">
        <w:tc>
          <w:tcPr>
            <w:tcW w:w="1560" w:type="dxa"/>
          </w:tcPr>
          <w:p w14:paraId="0EFB335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55EC313E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612A05AB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4284B69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8E1D044" w14:textId="77777777" w:rsidR="00681A29" w:rsidRPr="00F50DAC" w:rsidRDefault="00F50DAC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63BE4B1F" w14:textId="77777777" w:rsidTr="004465A4">
        <w:tc>
          <w:tcPr>
            <w:tcW w:w="1560" w:type="dxa"/>
          </w:tcPr>
          <w:p w14:paraId="6A12C39F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CE787B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94F943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4CF4BB32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024ECCCA" w14:textId="77777777" w:rsidTr="004465A4">
        <w:tc>
          <w:tcPr>
            <w:tcW w:w="1560" w:type="dxa"/>
          </w:tcPr>
          <w:p w14:paraId="1654DBED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5085C9A5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3795A1C6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026BF2D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24130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538D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25EED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EBF92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F63BBA" w14:textId="77777777" w:rsidTr="00923D7D">
        <w:tc>
          <w:tcPr>
            <w:tcW w:w="9639" w:type="dxa"/>
          </w:tcPr>
          <w:p w14:paraId="2656B1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2C747C78" w14:textId="77777777" w:rsidTr="00923D7D">
        <w:tc>
          <w:tcPr>
            <w:tcW w:w="9639" w:type="dxa"/>
          </w:tcPr>
          <w:p w14:paraId="0F5E3719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738E7564" w14:textId="77777777" w:rsidTr="00923D7D">
        <w:tc>
          <w:tcPr>
            <w:tcW w:w="9639" w:type="dxa"/>
          </w:tcPr>
          <w:p w14:paraId="0BD7DEE4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4BDDB3F3" w14:textId="77777777" w:rsidTr="00923D7D">
        <w:tc>
          <w:tcPr>
            <w:tcW w:w="9639" w:type="dxa"/>
          </w:tcPr>
          <w:p w14:paraId="3B3A6FBF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16E8B3D7" w14:textId="77777777" w:rsidTr="002623F7">
        <w:tc>
          <w:tcPr>
            <w:tcW w:w="9639" w:type="dxa"/>
          </w:tcPr>
          <w:p w14:paraId="134D48A6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7E42CC7E" w14:textId="77777777" w:rsidTr="00923D7D">
        <w:tc>
          <w:tcPr>
            <w:tcW w:w="9639" w:type="dxa"/>
          </w:tcPr>
          <w:p w14:paraId="78480709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564CC7CF" w14:textId="77777777" w:rsidTr="00923D7D">
        <w:tc>
          <w:tcPr>
            <w:tcW w:w="9639" w:type="dxa"/>
          </w:tcPr>
          <w:p w14:paraId="63ABF116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Przygotowywanie budżetów przychodów, kosztów i płatności.</w:t>
            </w:r>
          </w:p>
        </w:tc>
      </w:tr>
      <w:tr w:rsidR="006E6145" w:rsidRPr="009C54AE" w14:paraId="6B03087F" w14:textId="77777777" w:rsidTr="00923D7D">
        <w:tc>
          <w:tcPr>
            <w:tcW w:w="9639" w:type="dxa"/>
          </w:tcPr>
          <w:p w14:paraId="5A9A42D7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DF190E9" w14:textId="77777777" w:rsidTr="00923D7D">
        <w:tc>
          <w:tcPr>
            <w:tcW w:w="9639" w:type="dxa"/>
          </w:tcPr>
          <w:p w14:paraId="6E69DA88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67511E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B9A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590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605DD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59FBEB5D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3081473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A951F0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D455E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6DEFD9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11CE424" w14:textId="77777777" w:rsidTr="00146848">
        <w:tc>
          <w:tcPr>
            <w:tcW w:w="1822" w:type="dxa"/>
            <w:vAlign w:val="center"/>
          </w:tcPr>
          <w:p w14:paraId="257617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3E7EB3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94E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A71E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2F53E50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86DE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46848" w:rsidRPr="009C54AE" w14:paraId="683D08C5" w14:textId="77777777" w:rsidTr="00146848">
        <w:tc>
          <w:tcPr>
            <w:tcW w:w="1822" w:type="dxa"/>
          </w:tcPr>
          <w:p w14:paraId="1C68F1E0" w14:textId="77777777" w:rsidR="00146848" w:rsidRPr="009C54AE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0113EC14" w14:textId="77777777" w:rsidR="00146848" w:rsidRPr="006A44EB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4547C9A" w14:textId="02B54D2A" w:rsidR="00146848" w:rsidRPr="00146848" w:rsidRDefault="00146848" w:rsidP="00146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46848" w:rsidRPr="009C54AE" w14:paraId="6518EC05" w14:textId="77777777" w:rsidTr="00146848">
        <w:tc>
          <w:tcPr>
            <w:tcW w:w="1822" w:type="dxa"/>
          </w:tcPr>
          <w:p w14:paraId="08865772" w14:textId="77777777" w:rsidR="00146848" w:rsidRPr="009C54AE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24D556C8" w14:textId="77777777" w:rsidR="00146848" w:rsidRPr="006A44EB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76EEA22" w14:textId="30013874" w:rsidR="00146848" w:rsidRPr="00146848" w:rsidRDefault="00146848" w:rsidP="00146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46848" w:rsidRPr="009C54AE" w14:paraId="1817AE7C" w14:textId="77777777" w:rsidTr="00146848">
        <w:tc>
          <w:tcPr>
            <w:tcW w:w="1822" w:type="dxa"/>
          </w:tcPr>
          <w:p w14:paraId="08237B93" w14:textId="77777777" w:rsidR="00146848" w:rsidRPr="009C54AE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4485E43" w14:textId="77777777" w:rsidR="00146848" w:rsidRPr="006A44EB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77552274" w14:textId="522574C2" w:rsidR="00146848" w:rsidRPr="00146848" w:rsidRDefault="00146848" w:rsidP="00146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  <w:bookmarkStart w:id="1" w:name="_GoBack"/>
            <w:bookmarkEnd w:id="1"/>
          </w:p>
        </w:tc>
      </w:tr>
      <w:tr w:rsidR="00146848" w:rsidRPr="009C54AE" w14:paraId="0BD977B0" w14:textId="77777777" w:rsidTr="00146848">
        <w:tc>
          <w:tcPr>
            <w:tcW w:w="1822" w:type="dxa"/>
          </w:tcPr>
          <w:p w14:paraId="5F8D85B7" w14:textId="77777777" w:rsidR="00146848" w:rsidRPr="009C54AE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34F9FEF" w14:textId="77777777" w:rsidR="00146848" w:rsidRPr="006A44EB" w:rsidRDefault="00146848" w:rsidP="00146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30B78797" w14:textId="63AA0DA2" w:rsidR="00146848" w:rsidRPr="00146848" w:rsidRDefault="00146848" w:rsidP="001468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6848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0D1478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B196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D752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359BE" w14:textId="77777777" w:rsidTr="00923D7D">
        <w:tc>
          <w:tcPr>
            <w:tcW w:w="9670" w:type="dxa"/>
          </w:tcPr>
          <w:p w14:paraId="3977C104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234934A" w14:textId="77777777" w:rsidR="0085747A" w:rsidRPr="00FE1386" w:rsidRDefault="00160124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160124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00AB5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Ocena 4,0 wymaga zdobycia 75% maksymalnej ilości punktów przypisanych przez prowadzących zajęcia do</w:t>
            </w:r>
            <w:r w:rsidR="00AB5427" w:rsidRPr="00FE1386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</w:t>
            </w:r>
            <w:r w:rsidR="00AB5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996C2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C2D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350C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DA7550D" w14:textId="77777777" w:rsidTr="003E1941">
        <w:tc>
          <w:tcPr>
            <w:tcW w:w="4962" w:type="dxa"/>
            <w:vAlign w:val="center"/>
          </w:tcPr>
          <w:p w14:paraId="1E3A5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F9CF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8DEDFCB" w14:textId="77777777" w:rsidTr="008F249F">
        <w:trPr>
          <w:trHeight w:hRule="exact" w:val="585"/>
        </w:trPr>
        <w:tc>
          <w:tcPr>
            <w:tcW w:w="4962" w:type="dxa"/>
          </w:tcPr>
          <w:p w14:paraId="4776CDC8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3C14773" w14:textId="223FBF8C" w:rsidR="00B07B3E" w:rsidRPr="009C54AE" w:rsidRDefault="00DC5F8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048000A3" w14:textId="77777777" w:rsidTr="008F249F">
        <w:trPr>
          <w:trHeight w:hRule="exact" w:val="569"/>
        </w:trPr>
        <w:tc>
          <w:tcPr>
            <w:tcW w:w="4962" w:type="dxa"/>
          </w:tcPr>
          <w:p w14:paraId="393C407E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830221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F59C74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0EDCEE37" w14:textId="77777777" w:rsidTr="00923D7D">
        <w:tc>
          <w:tcPr>
            <w:tcW w:w="4962" w:type="dxa"/>
          </w:tcPr>
          <w:p w14:paraId="3DA50F4F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4915FB" w14:textId="162E63D3" w:rsidR="00331122" w:rsidRPr="00521803" w:rsidRDefault="00DC5F8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205C1CB" w14:textId="77777777" w:rsidTr="00923D7D">
        <w:tc>
          <w:tcPr>
            <w:tcW w:w="4962" w:type="dxa"/>
          </w:tcPr>
          <w:p w14:paraId="4CAB78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2816F6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169ECFC7" w14:textId="77777777" w:rsidTr="00923D7D">
        <w:tc>
          <w:tcPr>
            <w:tcW w:w="4962" w:type="dxa"/>
          </w:tcPr>
          <w:p w14:paraId="71E86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CD8721D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595C7E7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E22D5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569E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83F7A90" w14:textId="77777777" w:rsidTr="00E94EA8">
        <w:trPr>
          <w:trHeight w:val="397"/>
        </w:trPr>
        <w:tc>
          <w:tcPr>
            <w:tcW w:w="2359" w:type="pct"/>
          </w:tcPr>
          <w:p w14:paraId="6B0A08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F15B10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7773D92" w14:textId="77777777" w:rsidTr="00E94EA8">
        <w:trPr>
          <w:trHeight w:val="397"/>
        </w:trPr>
        <w:tc>
          <w:tcPr>
            <w:tcW w:w="2359" w:type="pct"/>
          </w:tcPr>
          <w:p w14:paraId="564DA2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64DCCA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82048B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548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D8EDD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D1D5C" w14:paraId="5831ACC3" w14:textId="77777777" w:rsidTr="00E94EA8">
        <w:trPr>
          <w:trHeight w:val="397"/>
        </w:trPr>
        <w:tc>
          <w:tcPr>
            <w:tcW w:w="5000" w:type="pct"/>
          </w:tcPr>
          <w:p w14:paraId="432A0F7A" w14:textId="77777777" w:rsidR="0085747A" w:rsidRPr="00CD1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A08D24" w14:textId="79CBB2A4" w:rsidR="00FE1386" w:rsidRPr="00CD1D5C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dla biznesu / red. nauk. Celina M. Olszak. - Katowice: Wydawnictwo Uniwersytetu Ekonomicznego, 2014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D538568" w14:textId="16913205" w:rsidR="00C93776" w:rsidRPr="00CD1D5C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cop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 2008.</w:t>
            </w:r>
          </w:p>
        </w:tc>
      </w:tr>
      <w:tr w:rsidR="0085747A" w:rsidRPr="00CD1D5C" w14:paraId="6619A9DE" w14:textId="77777777" w:rsidTr="00E94EA8">
        <w:trPr>
          <w:trHeight w:val="397"/>
        </w:trPr>
        <w:tc>
          <w:tcPr>
            <w:tcW w:w="5000" w:type="pct"/>
          </w:tcPr>
          <w:p w14:paraId="04BDA7B5" w14:textId="77777777" w:rsidR="00605B96" w:rsidRPr="00CD1D5C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7AD78FAF" w14:textId="46AABB39" w:rsidR="007918CB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Rachunkowość od podstaw: zbiór rozwiązań / Danuta Małkowska. - Wyd. 9.  - Gdańsk : Ośrodek Doradztwa i Doskonalenia Kadr, 2012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3AB030F9" w14:textId="2D002657" w:rsidR="00FE1386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Podstawy rachunkowości: od teorii do praktyki / Piotr Szczypa (red.). - Wydanie IV.  - Warszawa: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, 2020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45398CD" w14:textId="5B38A7C8" w:rsidR="00C93776" w:rsidRPr="00CD1D5C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smallCaps w:val="0"/>
                <w:szCs w:val="24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Nawrot</w:t>
            </w:r>
            <w:proofErr w:type="spellEnd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. - Poznań: Wydawnictwo Wyższej Szkoły Bankowej, 2013.</w:t>
            </w:r>
          </w:p>
        </w:tc>
      </w:tr>
    </w:tbl>
    <w:p w14:paraId="019688BD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85B0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4B5A2" w14:textId="77777777" w:rsidR="000A5612" w:rsidRDefault="000A5612" w:rsidP="00C16ABF">
      <w:pPr>
        <w:spacing w:after="0" w:line="240" w:lineRule="auto"/>
      </w:pPr>
      <w:r>
        <w:separator/>
      </w:r>
    </w:p>
  </w:endnote>
  <w:endnote w:type="continuationSeparator" w:id="0">
    <w:p w14:paraId="33A73615" w14:textId="77777777" w:rsidR="000A5612" w:rsidRDefault="000A56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E5CFD" w14:textId="77777777" w:rsidR="000A5612" w:rsidRDefault="000A5612" w:rsidP="00C16ABF">
      <w:pPr>
        <w:spacing w:after="0" w:line="240" w:lineRule="auto"/>
      </w:pPr>
      <w:r>
        <w:separator/>
      </w:r>
    </w:p>
  </w:footnote>
  <w:footnote w:type="continuationSeparator" w:id="0">
    <w:p w14:paraId="63934C0B" w14:textId="77777777" w:rsidR="000A5612" w:rsidRDefault="000A5612" w:rsidP="00C16ABF">
      <w:pPr>
        <w:spacing w:after="0" w:line="240" w:lineRule="auto"/>
      </w:pPr>
      <w:r>
        <w:continuationSeparator/>
      </w:r>
    </w:p>
  </w:footnote>
  <w:footnote w:id="1">
    <w:p w14:paraId="5371FB21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A5612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037BB"/>
    <w:rsid w:val="001075BD"/>
    <w:rsid w:val="00112794"/>
    <w:rsid w:val="0012560E"/>
    <w:rsid w:val="00126665"/>
    <w:rsid w:val="00127108"/>
    <w:rsid w:val="00134B13"/>
    <w:rsid w:val="001423FD"/>
    <w:rsid w:val="00143115"/>
    <w:rsid w:val="00146848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C765D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5F76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44120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5ADE"/>
    <w:rsid w:val="005C696A"/>
    <w:rsid w:val="005E089A"/>
    <w:rsid w:val="005E6E85"/>
    <w:rsid w:val="005F31D2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2308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3CBE"/>
    <w:rsid w:val="00CD1D5C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C5F81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94EA8"/>
    <w:rsid w:val="00EA388E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950A"/>
  <w15:chartTrackingRefBased/>
  <w15:docId w15:val="{E885C2FE-F0E1-46FF-B61D-B1171F3D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CD1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D1D5C"/>
  </w:style>
  <w:style w:type="character" w:customStyle="1" w:styleId="spellingerror">
    <w:name w:val="spellingerror"/>
    <w:basedOn w:val="Domylnaczcionkaakapitu"/>
    <w:rsid w:val="00CD1D5C"/>
  </w:style>
  <w:style w:type="character" w:customStyle="1" w:styleId="eop">
    <w:name w:val="eop"/>
    <w:basedOn w:val="Domylnaczcionkaakapitu"/>
    <w:rsid w:val="00CD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73164-AA85-4577-BE26-EDED9A139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37768E-768C-4938-987F-81A68C42B5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A409A9-F509-4CC9-82F7-D036A2FA0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3BA5F1-2777-415D-8F53-F6C79211F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93</TotalTime>
  <Pages>1</Pages>
  <Words>915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125</cp:revision>
  <cp:lastPrinted>2017-04-27T18:28:00Z</cp:lastPrinted>
  <dcterms:created xsi:type="dcterms:W3CDTF">2020-12-02T19:58:00Z</dcterms:created>
  <dcterms:modified xsi:type="dcterms:W3CDTF">2021-11-02T07:42:00Z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